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F1" w:rsidRDefault="00421B2D" w:rsidP="00E547A3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744846" cy="2498170"/>
            <wp:effectExtent l="0" t="0" r="825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M 1903-P ThermoPlan Hybrid Haustür_Bild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1975" cy="2509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4F1" w:rsidRPr="001B64F1" w:rsidRDefault="001B64F1" w:rsidP="001B64F1">
      <w:pPr>
        <w:pStyle w:val="PM-Titel"/>
        <w:spacing w:before="120" w:after="0"/>
        <w:ind w:right="4162"/>
        <w:rPr>
          <w:color w:val="FF0000"/>
          <w:sz w:val="22"/>
        </w:rPr>
      </w:pPr>
      <w:r>
        <w:rPr>
          <w:sz w:val="22"/>
        </w:rPr>
        <w:t xml:space="preserve">Bild 1: </w:t>
      </w:r>
      <w:r w:rsidR="0069066A" w:rsidRPr="0069066A">
        <w:rPr>
          <w:b w:val="0"/>
          <w:sz w:val="22"/>
        </w:rPr>
        <w:t xml:space="preserve">Die neue </w:t>
      </w:r>
      <w:proofErr w:type="spellStart"/>
      <w:r w:rsidRPr="0069066A">
        <w:rPr>
          <w:b w:val="0"/>
          <w:sz w:val="22"/>
        </w:rPr>
        <w:t>ThermoPlan</w:t>
      </w:r>
      <w:proofErr w:type="spellEnd"/>
      <w:r w:rsidR="00883DA4">
        <w:rPr>
          <w:b w:val="0"/>
          <w:sz w:val="22"/>
        </w:rPr>
        <w:t xml:space="preserve"> </w:t>
      </w:r>
      <w:r w:rsidRPr="0069066A">
        <w:rPr>
          <w:b w:val="0"/>
          <w:sz w:val="22"/>
        </w:rPr>
        <w:t>Hybrid</w:t>
      </w:r>
      <w:r w:rsidR="0069066A" w:rsidRPr="0069066A">
        <w:rPr>
          <w:b w:val="0"/>
          <w:sz w:val="22"/>
        </w:rPr>
        <w:t xml:space="preserve"> Haustür aus Aluminium von Hörmann sorgt für eine großzügige </w:t>
      </w:r>
      <w:r w:rsidR="0058771C">
        <w:rPr>
          <w:b w:val="0"/>
          <w:sz w:val="22"/>
        </w:rPr>
        <w:t xml:space="preserve">und moderne </w:t>
      </w:r>
      <w:r w:rsidR="0069066A" w:rsidRPr="0069066A">
        <w:rPr>
          <w:b w:val="0"/>
          <w:sz w:val="22"/>
        </w:rPr>
        <w:t>Ansicht: Sowohl von der Außen- als auch von der Innenseite sind das Türblatt und die Zarge flächenbündig.</w:t>
      </w:r>
    </w:p>
    <w:p w:rsidR="001B64F1" w:rsidRDefault="001B64F1" w:rsidP="00E547A3">
      <w:pPr>
        <w:pStyle w:val="PM-Titel"/>
        <w:spacing w:after="0"/>
        <w:ind w:right="4162"/>
        <w:rPr>
          <w:sz w:val="22"/>
        </w:rPr>
      </w:pPr>
    </w:p>
    <w:p w:rsidR="00AE5863" w:rsidRPr="000E0D5A" w:rsidRDefault="00B6031B" w:rsidP="00E547A3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H</w:t>
      </w:r>
      <w:r w:rsidR="00D33C81">
        <w:rPr>
          <w:sz w:val="22"/>
        </w:rPr>
        <w:t xml:space="preserve">örmann </w:t>
      </w:r>
      <w:proofErr w:type="spellStart"/>
      <w:r w:rsidR="00D33C81">
        <w:rPr>
          <w:sz w:val="22"/>
        </w:rPr>
        <w:t>ThermoPlan</w:t>
      </w:r>
      <w:proofErr w:type="spellEnd"/>
      <w:r w:rsidR="00A21278">
        <w:rPr>
          <w:sz w:val="22"/>
        </w:rPr>
        <w:t xml:space="preserve"> </w:t>
      </w:r>
      <w:r w:rsidR="00D33C81">
        <w:rPr>
          <w:sz w:val="22"/>
        </w:rPr>
        <w:t>H</w:t>
      </w:r>
      <w:r>
        <w:rPr>
          <w:sz w:val="22"/>
        </w:rPr>
        <w:t>ybrid</w:t>
      </w:r>
      <w:r w:rsidR="00AE5863" w:rsidRPr="000E0D5A">
        <w:rPr>
          <w:sz w:val="48"/>
          <w:szCs w:val="48"/>
        </w:rPr>
        <w:br/>
      </w:r>
      <w:r>
        <w:rPr>
          <w:szCs w:val="28"/>
        </w:rPr>
        <w:t>Neue Eleganz für den Haustüren</w:t>
      </w:r>
      <w:r w:rsidR="00D95BF4">
        <w:rPr>
          <w:szCs w:val="28"/>
        </w:rPr>
        <w:t>-B</w:t>
      </w:r>
      <w:r>
        <w:rPr>
          <w:szCs w:val="28"/>
        </w:rPr>
        <w:t>ereich</w:t>
      </w:r>
    </w:p>
    <w:p w:rsidR="00E547A3" w:rsidRDefault="00B6031B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Hörmann ergänzt sein Programm um eine neue Haustür aus einer </w:t>
      </w:r>
      <w:r w:rsidRPr="00625ADC">
        <w:rPr>
          <w:b/>
          <w:bCs/>
          <w:iCs/>
        </w:rPr>
        <w:t>Aluminium-Edelstahl-Kombination</w:t>
      </w:r>
      <w:r>
        <w:rPr>
          <w:b/>
          <w:bCs/>
          <w:iCs/>
        </w:rPr>
        <w:t xml:space="preserve">. </w:t>
      </w:r>
      <w:r w:rsidR="00D33C81">
        <w:rPr>
          <w:b/>
          <w:bCs/>
          <w:iCs/>
        </w:rPr>
        <w:t xml:space="preserve">Die </w:t>
      </w:r>
      <w:proofErr w:type="spellStart"/>
      <w:r w:rsidR="00D33C81">
        <w:rPr>
          <w:b/>
          <w:bCs/>
          <w:iCs/>
        </w:rPr>
        <w:t>ThermoPlan</w:t>
      </w:r>
      <w:proofErr w:type="spellEnd"/>
      <w:r w:rsidR="00A21278">
        <w:rPr>
          <w:b/>
          <w:bCs/>
          <w:iCs/>
        </w:rPr>
        <w:t xml:space="preserve"> </w:t>
      </w:r>
      <w:r w:rsidR="00D33C81">
        <w:rPr>
          <w:b/>
          <w:bCs/>
          <w:iCs/>
        </w:rPr>
        <w:t>H</w:t>
      </w:r>
      <w:r>
        <w:rPr>
          <w:b/>
          <w:bCs/>
          <w:iCs/>
        </w:rPr>
        <w:t xml:space="preserve">ybrid zeichnet sich durch </w:t>
      </w:r>
      <w:r w:rsidR="00D33C81">
        <w:rPr>
          <w:b/>
          <w:bCs/>
          <w:iCs/>
        </w:rPr>
        <w:t>eine</w:t>
      </w:r>
      <w:r>
        <w:rPr>
          <w:b/>
          <w:bCs/>
          <w:iCs/>
        </w:rPr>
        <w:t xml:space="preserve"> beidseitige Flächenbündigkeit des Türblatts zur Zarge aus </w:t>
      </w:r>
      <w:r w:rsidR="00D33C81">
        <w:rPr>
          <w:b/>
          <w:bCs/>
          <w:iCs/>
        </w:rPr>
        <w:t>und ist besonders robust und</w:t>
      </w:r>
      <w:r>
        <w:rPr>
          <w:b/>
          <w:bCs/>
          <w:iCs/>
        </w:rPr>
        <w:t xml:space="preserve"> witterungsbeständig.</w:t>
      </w:r>
    </w:p>
    <w:p w:rsidR="00AE5863" w:rsidRDefault="00D33C81" w:rsidP="00E547A3">
      <w:pPr>
        <w:pStyle w:val="PM-Standard"/>
        <w:spacing w:before="120" w:after="0"/>
        <w:ind w:right="4162"/>
        <w:jc w:val="left"/>
      </w:pPr>
      <w:r>
        <w:t xml:space="preserve">Das Hörmann Haustüren-Programm bietet eine Vielzahl an unterschiedlichen Modellen und Motiven für jeden Häuserstil. Ob aus Aluminium oder einer Alu-/Stahl-Kombination, für jeden Geschmack und Geldbeutel findet sich die passende Haustür. Im Bereich der hochwertigen Aluminium-Haustüren ergänzt Hörmann sein Programm nun um die </w:t>
      </w:r>
      <w:proofErr w:type="spellStart"/>
      <w:r>
        <w:t>ThermoPlan</w:t>
      </w:r>
      <w:proofErr w:type="spellEnd"/>
      <w:r w:rsidR="00A21278">
        <w:t xml:space="preserve"> </w:t>
      </w:r>
      <w:r>
        <w:t>Hybrid Haustür.</w:t>
      </w:r>
    </w:p>
    <w:p w:rsidR="00D33C81" w:rsidRDefault="00D33C81" w:rsidP="00E547A3">
      <w:pPr>
        <w:pStyle w:val="PM-Standard"/>
        <w:spacing w:before="120" w:after="0"/>
        <w:ind w:right="4162"/>
        <w:jc w:val="left"/>
      </w:pPr>
      <w:r>
        <w:t>Besonders zu moderner Architektur passen großzügige Eingangsbereiche, bei de</w:t>
      </w:r>
      <w:r w:rsidR="00D95BF4">
        <w:t>nen sich die Haustür elegant</w:t>
      </w:r>
      <w:r>
        <w:t xml:space="preserve"> in das Gesamtbild e</w:t>
      </w:r>
      <w:r w:rsidR="00D95BF4">
        <w:t>infügt</w:t>
      </w:r>
      <w:r>
        <w:t xml:space="preserve">. </w:t>
      </w:r>
      <w:r w:rsidR="00D95BF4">
        <w:t xml:space="preserve">Neben Farbe und Design zählen verdeckt liegende Bänder und die Flächenbündigkeit der Tür zu Qualitätsmerkmalen, auf die Bauherren und Architekten Wert legen. Die </w:t>
      </w:r>
      <w:proofErr w:type="spellStart"/>
      <w:r w:rsidR="00D95BF4">
        <w:t>ThermoPlan</w:t>
      </w:r>
      <w:proofErr w:type="spellEnd"/>
      <w:r w:rsidR="00A21278">
        <w:t xml:space="preserve"> </w:t>
      </w:r>
      <w:r w:rsidR="00D95BF4">
        <w:t xml:space="preserve">Hybrid Haustür zeichnet sich besonders </w:t>
      </w:r>
      <w:r w:rsidR="00D95BF4" w:rsidRPr="00625ADC">
        <w:t xml:space="preserve">dadurch aus, dass das Türblatt sowohl auf der Außen- als auch auf der Innenseite flächenbündig zur Zarge </w:t>
      </w:r>
      <w:r w:rsidR="00767F14">
        <w:t>ausgeführt</w:t>
      </w:r>
      <w:r w:rsidR="00767F14" w:rsidRPr="00625ADC">
        <w:t xml:space="preserve"> </w:t>
      </w:r>
      <w:r w:rsidR="00D95BF4" w:rsidRPr="00625ADC">
        <w:t xml:space="preserve">ist und damit besonders großzügig und elegant wirkt. </w:t>
      </w:r>
      <w:r w:rsidR="00D95BF4">
        <w:t>Dazu kann aus einer Vielzahl an Designs und Farben gewählt werden.</w:t>
      </w:r>
    </w:p>
    <w:p w:rsidR="00D95BF4" w:rsidRDefault="00625ADC" w:rsidP="00E547A3">
      <w:pPr>
        <w:pStyle w:val="PM-Standard"/>
        <w:spacing w:before="120" w:after="0"/>
        <w:ind w:right="4162"/>
        <w:jc w:val="left"/>
      </w:pPr>
      <w:r w:rsidRPr="00625ADC">
        <w:t xml:space="preserve">Die </w:t>
      </w:r>
      <w:r w:rsidR="00767F14">
        <w:t xml:space="preserve">laut Herstellerangaben </w:t>
      </w:r>
      <w:r w:rsidRPr="00625ADC">
        <w:t>nur bei Hörmann erhältliche</w:t>
      </w:r>
      <w:r w:rsidR="00D95BF4" w:rsidRPr="00625ADC">
        <w:t xml:space="preserve"> Kombination aus Aluminium und Edelstahl sorgt für eine besonders </w:t>
      </w:r>
      <w:r w:rsidR="00A21278">
        <w:t>form</w:t>
      </w:r>
      <w:r w:rsidR="00D95BF4" w:rsidRPr="00625ADC">
        <w:t xml:space="preserve">stabile Konstruktion. </w:t>
      </w:r>
      <w:r>
        <w:t xml:space="preserve">Die </w:t>
      </w:r>
      <w:proofErr w:type="spellStart"/>
      <w:r>
        <w:t>ThermoPlan</w:t>
      </w:r>
      <w:proofErr w:type="spellEnd"/>
      <w:r w:rsidR="00A21278">
        <w:t xml:space="preserve"> </w:t>
      </w:r>
      <w:r>
        <w:t>Hybrid</w:t>
      </w:r>
      <w:r w:rsidR="00D95BF4">
        <w:t xml:space="preserve"> </w:t>
      </w:r>
      <w:r>
        <w:t>verfügt darüber hinaus über sehr gute Wärmedämmwerte</w:t>
      </w:r>
      <w:r w:rsidR="00767F14">
        <w:t xml:space="preserve"> </w:t>
      </w:r>
      <w:r w:rsidR="00767F14">
        <w:lastRenderedPageBreak/>
        <w:t xml:space="preserve">(UD-Wert </w:t>
      </w:r>
      <w:r w:rsidR="00F72991">
        <w:t xml:space="preserve">0,78 </w:t>
      </w:r>
      <w:bookmarkStart w:id="0" w:name="_GoBack"/>
      <w:bookmarkEnd w:id="0"/>
      <w:r w:rsidR="00767F14" w:rsidRPr="006778C7">
        <w:t>W/ (m²·K)</w:t>
      </w:r>
      <w:r w:rsidR="00767F14">
        <w:t>)</w:t>
      </w:r>
      <w:r w:rsidR="00D95BF4">
        <w:t xml:space="preserve"> </w:t>
      </w:r>
      <w:r>
        <w:t>und eine</w:t>
      </w:r>
      <w:r w:rsidR="00D95BF4" w:rsidRPr="00D95BF4">
        <w:rPr>
          <w:color w:val="FF0000"/>
        </w:rPr>
        <w:t xml:space="preserve"> </w:t>
      </w:r>
      <w:r w:rsidRPr="00E64CAD">
        <w:t>s</w:t>
      </w:r>
      <w:r w:rsidR="00E64CAD" w:rsidRPr="00E64CAD">
        <w:t>erienmäßige RC 3 Ausstattung.</w:t>
      </w:r>
    </w:p>
    <w:p w:rsidR="00117439" w:rsidRDefault="00117439" w:rsidP="00AE5863">
      <w:pPr>
        <w:pStyle w:val="PM-Standard"/>
        <w:spacing w:before="120" w:after="0"/>
        <w:ind w:right="4162"/>
        <w:jc w:val="left"/>
      </w:pPr>
    </w:p>
    <w:p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E64CAD">
        <w:rPr>
          <w:sz w:val="18"/>
          <w:szCs w:val="18"/>
        </w:rPr>
        <w:t>1.</w:t>
      </w:r>
      <w:r w:rsidR="000347F5">
        <w:rPr>
          <w:sz w:val="18"/>
          <w:szCs w:val="18"/>
        </w:rPr>
        <w:t>464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5675C3" w:rsidRDefault="005675C3" w:rsidP="006B7C59">
      <w:pPr>
        <w:rPr>
          <w:rFonts w:ascii="Arial" w:hAnsi="Arial" w:cs="Arial"/>
          <w:b/>
          <w:noProof/>
          <w:sz w:val="22"/>
          <w:szCs w:val="22"/>
        </w:rPr>
      </w:pPr>
    </w:p>
    <w:p w:rsidR="00421B2D" w:rsidRDefault="00421B2D" w:rsidP="006B7C59">
      <w:pPr>
        <w:rPr>
          <w:rFonts w:ascii="Arial" w:hAnsi="Arial" w:cs="Arial"/>
          <w:b/>
          <w:noProof/>
          <w:sz w:val="22"/>
          <w:szCs w:val="22"/>
        </w:rPr>
      </w:pPr>
    </w:p>
    <w:p w:rsidR="00762354" w:rsidRDefault="00421B2D" w:rsidP="006B7C5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3750894" cy="3207822"/>
            <wp:effectExtent l="19050" t="19050" r="21590" b="1206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M 1903-P ThermoPlan Hybrid Haustür_Bild 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37"/>
                    <a:stretch/>
                  </pic:blipFill>
                  <pic:spPr bwMode="auto">
                    <a:xfrm>
                      <a:off x="0" y="0"/>
                      <a:ext cx="3759663" cy="3215322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2354" w:rsidRDefault="00762354" w:rsidP="00C0084F">
      <w:pPr>
        <w:spacing w:before="120"/>
        <w:ind w:right="429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Bild 2:</w:t>
      </w:r>
      <w:r w:rsidR="00C0084F">
        <w:rPr>
          <w:rFonts w:ascii="Arial" w:hAnsi="Arial" w:cs="Arial"/>
          <w:b/>
          <w:sz w:val="22"/>
          <w:szCs w:val="22"/>
        </w:rPr>
        <w:t xml:space="preserve"> </w:t>
      </w:r>
      <w:r w:rsidR="00C0084F" w:rsidRPr="00C0084F">
        <w:rPr>
          <w:rFonts w:ascii="Arial" w:hAnsi="Arial" w:cs="Arial"/>
          <w:sz w:val="22"/>
          <w:szCs w:val="22"/>
        </w:rPr>
        <w:t>Auf der Außen- und der Innenseite sind das Türblatt und die Zarge flächenbündig. So ergibt sich eine besonders großflächige und moderne Ansicht.</w:t>
      </w: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1B1FCD" w:rsidRDefault="0069066A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</w:t>
      </w:r>
      <w:r w:rsidR="004329D0">
        <w:rPr>
          <w:bCs/>
          <w:sz w:val="22"/>
        </w:rPr>
        <w:t>s</w:t>
      </w:r>
      <w:r w:rsidR="001B1FCD">
        <w:rPr>
          <w:bCs/>
          <w:sz w:val="22"/>
        </w:rPr>
        <w:t>: Hörmann</w:t>
      </w:r>
    </w:p>
    <w:p w:rsidR="001B1FCD" w:rsidRPr="00607694" w:rsidRDefault="001B1FCD" w:rsidP="00607694"/>
    <w:sectPr w:rsidR="001B1FCD" w:rsidRPr="00607694" w:rsidSect="00D17415">
      <w:headerReference w:type="default" r:id="rId10"/>
      <w:footerReference w:type="default" r:id="rId11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762354">
      <w:rPr>
        <w:rFonts w:ascii="Arial" w:hAnsi="Arial" w:cs="Arial"/>
        <w:color w:val="808080"/>
        <w:sz w:val="16"/>
        <w:szCs w:val="16"/>
      </w:rPr>
      <w:t xml:space="preserve"> 1903 Publikumspresse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F64A9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F64A9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B6031B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B6031B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B6031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B6031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5E3863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Kristin Schlüter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915-5764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B6031B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6031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B6031B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B6031B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B6031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B6031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B6031B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5E3863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Kristin Schlüter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+49 5204 915-5764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E235D"/>
    <w:multiLevelType w:val="hybridMultilevel"/>
    <w:tmpl w:val="39AE100E"/>
    <w:lvl w:ilvl="0" w:tplc="D188E26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7F5"/>
    <w:rsid w:val="00034E07"/>
    <w:rsid w:val="000353EC"/>
    <w:rsid w:val="000364E6"/>
    <w:rsid w:val="00036911"/>
    <w:rsid w:val="00040160"/>
    <w:rsid w:val="000413AD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147D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4F1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5E20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22C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B2D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29D0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5C3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71C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2D9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5ADC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066A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354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14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D7ADD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B4C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3DA4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36"/>
    <w:rsid w:val="009F5188"/>
    <w:rsid w:val="009F53BA"/>
    <w:rsid w:val="009F64A9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278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167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031B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84F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3C81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5BF4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4CAD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991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DAA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25F2-F9F6-4DDE-B408-9F31EA49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712B8FA8</Template>
  <TotalTime>0</TotalTime>
  <Pages>2</Pages>
  <Words>269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Eiling, Sophie</cp:lastModifiedBy>
  <cp:revision>13</cp:revision>
  <cp:lastPrinted>2019-01-24T12:57:00Z</cp:lastPrinted>
  <dcterms:created xsi:type="dcterms:W3CDTF">2018-11-20T13:46:00Z</dcterms:created>
  <dcterms:modified xsi:type="dcterms:W3CDTF">2019-01-24T12:57:00Z</dcterms:modified>
</cp:coreProperties>
</file>